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A6A3CE4" w14:textId="5F7F9311" w:rsidR="00E6699D" w:rsidRDefault="00E6699D" w:rsidP="00E6699D">
      <w:pPr>
        <w:spacing w:after="0" w:line="240" w:lineRule="auto"/>
        <w:jc w:val="center"/>
        <w:rPr>
          <w:color w:val="FF0000"/>
        </w:rPr>
      </w:pPr>
      <w:r w:rsidRPr="00E6699D">
        <w:rPr>
          <w:rFonts w:asciiTheme="minorHAnsi" w:hAnsiTheme="minorHAnsi" w:cstheme="minorHAnsi"/>
          <w:noProof/>
          <w:color w:val="FF000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0" wp14:anchorId="1D67CFC5" wp14:editId="564939D0">
                <wp:simplePos x="0" y="0"/>
                <wp:positionH relativeFrom="column">
                  <wp:posOffset>-423545</wp:posOffset>
                </wp:positionH>
                <wp:positionV relativeFrom="page">
                  <wp:posOffset>8482355</wp:posOffset>
                </wp:positionV>
                <wp:extent cx="446227" cy="142266"/>
                <wp:effectExtent l="0" t="0" r="0" b="0"/>
                <wp:wrapNone/>
                <wp:docPr id="1" name="Pole tekstowe 2" title="Do wiadomości: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 flipV="1">
                          <a:off x="0" y="0"/>
                          <a:ext cx="446227" cy="1422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6C1565" w14:textId="5099EF0B" w:rsidR="00595614" w:rsidRPr="00595614" w:rsidRDefault="00595614" w:rsidP="00595614">
                            <w:pPr>
                              <w:spacing w:after="0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Cs/>
                                <w:sz w:val="20"/>
                                <w:szCs w:val="20"/>
                              </w:rPr>
                              <w:t>tel.: ……………., e-mail: ………………………</w:t>
                            </w:r>
                          </w:p>
                        </w:txbxContent>
                      </wps:txbx>
                      <wps:bodyPr rot="0" vert="horz" wrap="square" lIns="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7CFC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alt="Tytuł: Do wiadomości:" style="position:absolute;left:0;text-align:left;margin-left:-33.35pt;margin-top:667.9pt;width:35.15pt;height:11.2pt;flip:x y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" o:allowoverlap="f" stroked="f">
                <v:textbox inset="0">
                  <w:txbxContent>
                    <w:p w14:paraId="1C6C1565" w14:textId="5099EF0B" w:rsidR="00595614" w:rsidRPr="00595614" w:rsidRDefault="00595614" w:rsidP="00595614">
                      <w:pPr>
                        <w:spacing w:after="0"/>
                        <w:rPr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bCs/>
                          <w:sz w:val="20"/>
                          <w:szCs w:val="20"/>
                        </w:rPr>
                        <w:t>tel.: ……………., e-mail: ………………………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color w:val="FF0000"/>
        </w:rPr>
        <w:t xml:space="preserve">Uwaga: </w:t>
      </w:r>
      <w:r w:rsidRPr="00E6699D">
        <w:rPr>
          <w:color w:val="FF0000"/>
        </w:rPr>
        <w:t>Informacja uzupełniająca</w:t>
      </w:r>
      <w:r w:rsidR="00117E59">
        <w:rPr>
          <w:color w:val="FF0000"/>
        </w:rPr>
        <w:t xml:space="preserve"> do zapytania ofertowego</w:t>
      </w:r>
    </w:p>
    <w:p w14:paraId="5CCF6452" w14:textId="77777777" w:rsidR="00E6699D" w:rsidRPr="00E6699D" w:rsidRDefault="00E6699D" w:rsidP="00E6699D">
      <w:pPr>
        <w:spacing w:after="0" w:line="240" w:lineRule="auto"/>
        <w:jc w:val="center"/>
        <w:rPr>
          <w:color w:val="FF0000"/>
        </w:rPr>
      </w:pPr>
    </w:p>
    <w:p w14:paraId="0F6D8A53" w14:textId="77777777" w:rsidR="00117E59" w:rsidRDefault="00117E59" w:rsidP="00595614">
      <w:pPr>
        <w:spacing w:after="0" w:line="240" w:lineRule="auto"/>
      </w:pPr>
    </w:p>
    <w:p w14:paraId="23B77C7E" w14:textId="0C362FFE" w:rsidR="00117E59" w:rsidRDefault="00F56A0A" w:rsidP="00953255">
      <w:pPr>
        <w:spacing w:after="0" w:line="240" w:lineRule="auto"/>
        <w:jc w:val="both"/>
      </w:pPr>
      <w:r>
        <w:t xml:space="preserve">W </w:t>
      </w:r>
      <w:r w:rsidR="009D2206">
        <w:t>pierwszym</w:t>
      </w:r>
      <w:r w:rsidR="00692F95">
        <w:t xml:space="preserve"> etapie należy </w:t>
      </w:r>
      <w:r w:rsidR="006A34DB">
        <w:t xml:space="preserve">wybudować </w:t>
      </w:r>
      <w:r w:rsidR="00BF662C">
        <w:t xml:space="preserve">całość </w:t>
      </w:r>
      <w:r w:rsidR="00692F95">
        <w:t xml:space="preserve">linii kablowej o długości </w:t>
      </w:r>
      <w:r w:rsidR="001B4566">
        <w:t>696</w:t>
      </w:r>
      <w:r w:rsidR="00692F95">
        <w:t xml:space="preserve"> mb oraz słupy</w:t>
      </w:r>
      <w:r w:rsidR="00CD7716">
        <w:t xml:space="preserve"> </w:t>
      </w:r>
      <w:r w:rsidR="00692F95">
        <w:t>lata</w:t>
      </w:r>
      <w:r w:rsidR="00AF6057">
        <w:t>r</w:t>
      </w:r>
      <w:r w:rsidR="00692F95">
        <w:t>ni</w:t>
      </w:r>
      <w:r w:rsidR="00BF662C">
        <w:t xml:space="preserve"> nr </w:t>
      </w:r>
      <w:r w:rsidR="00953255">
        <w:t>2/2, 2/4, 2/6, 2/8, 2/10, 2/12, 2/14, 2/16, 2/18</w:t>
      </w:r>
      <w:r w:rsidR="00CD7716">
        <w:t xml:space="preserve"> </w:t>
      </w:r>
      <w:r w:rsidR="00692F95">
        <w:t>wraz z oprawami zgodnie</w:t>
      </w:r>
      <w:r w:rsidR="00BF662C">
        <w:t xml:space="preserve"> </w:t>
      </w:r>
      <w:r w:rsidR="00692F95">
        <w:t>z</w:t>
      </w:r>
      <w:r w:rsidR="00BF662C">
        <w:t xml:space="preserve"> </w:t>
      </w:r>
      <w:r w:rsidR="00692F95">
        <w:t>dokumentacją</w:t>
      </w:r>
      <w:r w:rsidR="006A34DB">
        <w:t>,</w:t>
      </w:r>
      <w:r w:rsidR="00BF662C">
        <w:t xml:space="preserve"> </w:t>
      </w:r>
      <w:r w:rsidR="006A7CC4">
        <w:t>razem</w:t>
      </w:r>
      <w:r w:rsidR="00BF662C">
        <w:t xml:space="preserve"> </w:t>
      </w:r>
      <w:r w:rsidR="00953255">
        <w:t xml:space="preserve">9 </w:t>
      </w:r>
      <w:r w:rsidR="006A7CC4">
        <w:t>komplet</w:t>
      </w:r>
      <w:r w:rsidR="00953255">
        <w:t>ów</w:t>
      </w:r>
      <w:r w:rsidR="00692F95">
        <w:t xml:space="preserve">. </w:t>
      </w:r>
      <w:r w:rsidR="00261FF6">
        <w:br/>
      </w:r>
      <w:r w:rsidR="00692F95">
        <w:t>W miejsc</w:t>
      </w:r>
      <w:r w:rsidR="00953255">
        <w:t xml:space="preserve">ach </w:t>
      </w:r>
      <w:r w:rsidR="00692F95">
        <w:t xml:space="preserve">latarni </w:t>
      </w:r>
      <w:r w:rsidR="00BF662C">
        <w:t xml:space="preserve">nr </w:t>
      </w:r>
      <w:r w:rsidR="00953255">
        <w:t xml:space="preserve">2/1, </w:t>
      </w:r>
      <w:r w:rsidR="00BF662C">
        <w:t>2</w:t>
      </w:r>
      <w:r w:rsidR="00953255">
        <w:t>/3, 2/5, 2/7, 2/9, 2/11, 2/13, 2/15, 2/17</w:t>
      </w:r>
      <w:r w:rsidR="00261FF6">
        <w:t xml:space="preserve"> </w:t>
      </w:r>
      <w:r w:rsidR="00692F95">
        <w:t>pozostawić zapas</w:t>
      </w:r>
      <w:r w:rsidR="00953255">
        <w:t>y</w:t>
      </w:r>
      <w:r w:rsidR="00692F95">
        <w:t xml:space="preserve"> kablow</w:t>
      </w:r>
      <w:r w:rsidR="00953255">
        <w:t>e</w:t>
      </w:r>
      <w:r w:rsidR="00261FF6">
        <w:t xml:space="preserve"> </w:t>
      </w:r>
      <w:r w:rsidR="00692F95">
        <w:t>w gruncie.</w:t>
      </w:r>
    </w:p>
    <w:p w14:paraId="582F8CBE" w14:textId="4B72CE13" w:rsidR="007F4898" w:rsidRPr="007055A9" w:rsidRDefault="007F4898" w:rsidP="00953255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t>Oprawy LED mają być wyposażone w zdalny system zarządzania CityTouch z abonamentem na 10 lat.</w:t>
      </w:r>
    </w:p>
    <w:sectPr w:rsidR="007F4898" w:rsidRPr="007055A9" w:rsidSect="00D92C0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964" w:bottom="1985" w:left="1531" w:header="142" w:footer="59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AAC58" w14:textId="77777777" w:rsidR="00C63AA8" w:rsidRDefault="00C63AA8" w:rsidP="00CE5965">
      <w:pPr>
        <w:spacing w:after="0" w:line="240" w:lineRule="auto"/>
      </w:pPr>
      <w:r>
        <w:separator/>
      </w:r>
    </w:p>
  </w:endnote>
  <w:endnote w:type="continuationSeparator" w:id="0">
    <w:p w14:paraId="5A6CECD7" w14:textId="77777777" w:rsidR="00C63AA8" w:rsidRDefault="00C63AA8" w:rsidP="00CE5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aleway">
    <w:altName w:val="Raleway"/>
    <w:panose1 w:val="020B0503030101060003"/>
    <w:charset w:val="EE"/>
    <w:family w:val="swiss"/>
    <w:pitch w:val="variable"/>
    <w:sig w:usb0="A00000FF" w:usb1="5000205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2E3A1" w14:textId="77777777" w:rsidR="000A1DD0" w:rsidRPr="0082787C" w:rsidRDefault="000A1DD0" w:rsidP="000A1DD0">
    <w:pPr>
      <w:pStyle w:val="Stopka"/>
      <w:rPr>
        <w:rFonts w:ascii="Raleway" w:hAnsi="Raleway"/>
        <w:sz w:val="14"/>
        <w:szCs w:val="14"/>
      </w:rPr>
    </w:pPr>
    <w:r w:rsidRPr="0082787C">
      <w:rPr>
        <w:rFonts w:ascii="Raleway" w:hAnsi="Raleway"/>
        <w:sz w:val="14"/>
        <w:szCs w:val="14"/>
      </w:rPr>
      <w:t>Prezes Zarządu: Maciej Witczak</w:t>
    </w:r>
    <w:r>
      <w:rPr>
        <w:rFonts w:ascii="Raleway" w:hAnsi="Raleway"/>
        <w:sz w:val="14"/>
        <w:szCs w:val="14"/>
      </w:rPr>
      <w:t>, Członek Zarządu: Dorota Kisiela-Augustyniak</w:t>
    </w:r>
  </w:p>
  <w:p w14:paraId="6C236A95" w14:textId="77777777" w:rsidR="000A1DD0" w:rsidRPr="0082787C" w:rsidRDefault="000A1DD0" w:rsidP="000A1DD0">
    <w:pPr>
      <w:pStyle w:val="Stopka"/>
      <w:rPr>
        <w:rFonts w:ascii="Raleway" w:hAnsi="Raleway"/>
        <w:sz w:val="14"/>
        <w:szCs w:val="14"/>
      </w:rPr>
    </w:pPr>
    <w:r w:rsidRPr="0082787C">
      <w:rPr>
        <w:rFonts w:ascii="Raleway" w:hAnsi="Raleway"/>
        <w:sz w:val="14"/>
        <w:szCs w:val="14"/>
      </w:rPr>
      <w:t>Sąd Rejonowy w Poznaniu KRS 0000081004 REGON:</w:t>
    </w:r>
    <w:r>
      <w:rPr>
        <w:rFonts w:ascii="Raleway" w:hAnsi="Raleway"/>
        <w:sz w:val="14"/>
        <w:szCs w:val="14"/>
      </w:rPr>
      <w:t xml:space="preserve"> 250680024 Kapitał zakładowy : 101.944.000 </w:t>
    </w:r>
    <w:r w:rsidRPr="0082787C">
      <w:rPr>
        <w:rFonts w:ascii="Raleway" w:hAnsi="Raleway"/>
        <w:sz w:val="14"/>
        <w:szCs w:val="14"/>
      </w:rPr>
      <w:t xml:space="preserve">zł NIP : 618-16-07-268 </w:t>
    </w:r>
  </w:p>
  <w:p w14:paraId="25BCC0D4" w14:textId="77777777" w:rsidR="000A1DD0" w:rsidRPr="00690E9F" w:rsidRDefault="000A1DD0" w:rsidP="000A1DD0">
    <w:pPr>
      <w:pStyle w:val="Stopka"/>
      <w:spacing w:after="120"/>
      <w:rPr>
        <w:rFonts w:ascii="Raleway" w:hAnsi="Raleway"/>
        <w:sz w:val="14"/>
        <w:szCs w:val="14"/>
      </w:rPr>
    </w:pPr>
    <w:r w:rsidRPr="0082787C">
      <w:rPr>
        <w:rFonts w:ascii="Raleway" w:hAnsi="Raleway"/>
        <w:sz w:val="14"/>
        <w:szCs w:val="14"/>
      </w:rPr>
      <w:t xml:space="preserve">Konta bankowe </w:t>
    </w:r>
    <w:r w:rsidRPr="006754A4">
      <w:rPr>
        <w:rFonts w:ascii="Raleway" w:hAnsi="Raleway"/>
        <w:sz w:val="14"/>
        <w:szCs w:val="14"/>
      </w:rPr>
      <w:t xml:space="preserve">Santander Bank Polska </w:t>
    </w:r>
    <w:r w:rsidRPr="0082787C">
      <w:rPr>
        <w:rFonts w:ascii="Raleway" w:hAnsi="Raleway"/>
        <w:sz w:val="14"/>
        <w:szCs w:val="14"/>
      </w:rPr>
      <w:t>S.A. 22 1910 1064 0004 8956 4121 0001</w:t>
    </w:r>
    <w:r>
      <w:rPr>
        <w:rFonts w:ascii="Raleway" w:hAnsi="Raleway"/>
        <w:sz w:val="14"/>
        <w:szCs w:val="14"/>
      </w:rPr>
      <w:t xml:space="preserve">, </w:t>
    </w:r>
    <w:r w:rsidRPr="0082787C">
      <w:rPr>
        <w:rFonts w:ascii="Raleway" w:hAnsi="Raleway"/>
        <w:sz w:val="14"/>
        <w:szCs w:val="14"/>
      </w:rPr>
      <w:t>Bank Pekao S.A. I O/Kalisz 74124029461111000028733740</w:t>
    </w:r>
  </w:p>
  <w:p w14:paraId="553E51AB" w14:textId="77777777" w:rsidR="000A1DD0" w:rsidRDefault="000A1DD0" w:rsidP="000A1DD0">
    <w:pPr>
      <w:pStyle w:val="Stopka"/>
      <w:rPr>
        <w:rFonts w:ascii="Raleway" w:hAnsi="Raleway"/>
        <w:b/>
        <w:sz w:val="16"/>
        <w:szCs w:val="16"/>
      </w:rPr>
    </w:pPr>
    <w:r>
      <w:rPr>
        <w:rFonts w:ascii="Raleway" w:hAnsi="Raleway"/>
        <w:b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71040" behindDoc="0" locked="0" layoutInCell="1" allowOverlap="1" wp14:anchorId="0BD0E912" wp14:editId="688A0A30">
              <wp:simplePos x="0" y="0"/>
              <wp:positionH relativeFrom="column">
                <wp:posOffset>4692650</wp:posOffset>
              </wp:positionH>
              <wp:positionV relativeFrom="paragraph">
                <wp:posOffset>41274</wp:posOffset>
              </wp:positionV>
              <wp:extent cx="239395" cy="0"/>
              <wp:effectExtent l="0" t="0" r="27305" b="19050"/>
              <wp:wrapNone/>
              <wp:docPr id="8" name="AutoShap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939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53EE8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7" o:spid="_x0000_s1026" type="#_x0000_t32" style="position:absolute;margin-left:369.5pt;margin-top:3.25pt;width:18.85pt;height:0;z-index:2516710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" strokecolor="#f3ed1b" strokeweight="2pt"/>
          </w:pict>
        </mc:Fallback>
      </mc:AlternateContent>
    </w:r>
    <w:r>
      <w:rPr>
        <w:rFonts w:ascii="Raleway" w:hAnsi="Raleway"/>
        <w:b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68992" behindDoc="0" locked="0" layoutInCell="1" allowOverlap="1" wp14:anchorId="12B5CB8D" wp14:editId="634E9A37">
              <wp:simplePos x="0" y="0"/>
              <wp:positionH relativeFrom="column">
                <wp:posOffset>2553970</wp:posOffset>
              </wp:positionH>
              <wp:positionV relativeFrom="paragraph">
                <wp:posOffset>35559</wp:posOffset>
              </wp:positionV>
              <wp:extent cx="239395" cy="0"/>
              <wp:effectExtent l="0" t="0" r="27305" b="19050"/>
              <wp:wrapNone/>
              <wp:docPr id="10" name="AutoShap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939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D79E57" id="AutoShape 45" o:spid="_x0000_s1026" type="#_x0000_t32" style="position:absolute;margin-left:201.1pt;margin-top:2.8pt;width:18.85pt;height:0;z-index:2516689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" strokecolor="#f3ed1b" strokeweight="2pt"/>
          </w:pict>
        </mc:Fallback>
      </mc:AlternateContent>
    </w:r>
    <w:r>
      <w:rPr>
        <w:rFonts w:ascii="Raleway" w:hAnsi="Raleway"/>
        <w:b/>
        <w:noProof/>
        <w:sz w:val="14"/>
        <w:szCs w:val="14"/>
      </w:rPr>
      <mc:AlternateContent>
        <mc:Choice Requires="wps">
          <w:drawing>
            <wp:anchor distT="4294967295" distB="4294967295" distL="114300" distR="114300" simplePos="0" relativeHeight="251666944" behindDoc="0" locked="0" layoutInCell="1" allowOverlap="1" wp14:anchorId="597F2072" wp14:editId="7D0CA7E7">
              <wp:simplePos x="0" y="0"/>
              <wp:positionH relativeFrom="column">
                <wp:posOffset>11430</wp:posOffset>
              </wp:positionH>
              <wp:positionV relativeFrom="paragraph">
                <wp:posOffset>35559</wp:posOffset>
              </wp:positionV>
              <wp:extent cx="239395" cy="0"/>
              <wp:effectExtent l="0" t="0" r="27305" b="19050"/>
              <wp:wrapNone/>
              <wp:docPr id="11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939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B08518" id="AutoShape 43" o:spid="_x0000_s1026" type="#_x0000_t32" style="position:absolute;margin-left:.9pt;margin-top:2.8pt;width:18.85pt;height:0;z-index:2516669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" strokecolor="#f3ed1b" strokeweight="2pt"/>
          </w:pict>
        </mc:Fallback>
      </mc:AlternateContent>
    </w:r>
    <w:r>
      <w:rPr>
        <w:rFonts w:ascii="Raleway" w:hAnsi="Raleway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99237BC" wp14:editId="29711A04">
              <wp:simplePos x="0" y="0"/>
              <wp:positionH relativeFrom="column">
                <wp:posOffset>2447290</wp:posOffset>
              </wp:positionH>
              <wp:positionV relativeFrom="paragraph">
                <wp:posOffset>72390</wp:posOffset>
              </wp:positionV>
              <wp:extent cx="1308100" cy="477520"/>
              <wp:effectExtent l="0" t="0" r="6350" b="0"/>
              <wp:wrapNone/>
              <wp:docPr id="13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0" cy="477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01D83E" w14:textId="77777777" w:rsidR="000A1DD0" w:rsidRPr="00947085" w:rsidRDefault="000A1DD0" w:rsidP="000A1DD0">
                          <w:pPr>
                            <w:rPr>
                              <w:rFonts w:ascii="Raleway" w:hAnsi="Raleway"/>
                              <w:sz w:val="16"/>
                              <w:szCs w:val="16"/>
                              <w:lang w:val="en-US"/>
                            </w:rPr>
                          </w:pPr>
                          <w:r w:rsidRPr="00947085">
                            <w:rPr>
                              <w:rFonts w:ascii="Raleway" w:hAnsi="Raleway"/>
                              <w:sz w:val="16"/>
                              <w:szCs w:val="16"/>
                              <w:lang w:val="en-US"/>
                            </w:rPr>
                            <w:t xml:space="preserve">Tel. </w:t>
                          </w:r>
                          <w:r w:rsidRPr="00947085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  <w:lang w:val="en-US"/>
                            </w:rPr>
                            <w:t>62 598 52 70</w:t>
                          </w:r>
                          <w:r w:rsidRPr="00947085">
                            <w:rPr>
                              <w:rFonts w:ascii="Raleway" w:hAnsi="Raleway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Raleway" w:hAnsi="Raleway"/>
                              <w:sz w:val="16"/>
                              <w:szCs w:val="16"/>
                              <w:lang w:val="en-US"/>
                            </w:rPr>
                            <w:t>e</w:t>
                          </w:r>
                          <w:r w:rsidRPr="00947085">
                            <w:rPr>
                              <w:rFonts w:ascii="Raleway" w:hAnsi="Raleway"/>
                              <w:sz w:val="16"/>
                              <w:szCs w:val="16"/>
                              <w:lang w:val="en-US"/>
                            </w:rPr>
                            <w:t xml:space="preserve">-mail: </w:t>
                          </w:r>
                          <w:r w:rsidRPr="00947085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  <w:lang w:val="en-US"/>
                            </w:rPr>
                            <w:t>zarzad@ouid.pl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9237BC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7" type="#_x0000_t202" style="position:absolute;margin-left:192.7pt;margin-top:5.7pt;width:103pt;height:37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" stroked="f">
              <v:textbox>
                <w:txbxContent>
                  <w:p w14:paraId="5D01D83E" w14:textId="77777777" w:rsidR="000A1DD0" w:rsidRPr="00947085" w:rsidRDefault="000A1DD0" w:rsidP="000A1DD0">
                    <w:pPr>
                      <w:rPr>
                        <w:rFonts w:ascii="Raleway" w:hAnsi="Raleway"/>
                        <w:sz w:val="16"/>
                        <w:szCs w:val="16"/>
                        <w:lang w:val="en-US"/>
                      </w:rPr>
                    </w:pPr>
                    <w:r w:rsidRPr="00947085">
                      <w:rPr>
                        <w:rFonts w:ascii="Raleway" w:hAnsi="Raleway"/>
                        <w:sz w:val="16"/>
                        <w:szCs w:val="16"/>
                        <w:lang w:val="en-US"/>
                      </w:rPr>
                      <w:t xml:space="preserve">Tel. </w:t>
                    </w:r>
                    <w:r w:rsidRPr="00947085">
                      <w:rPr>
                        <w:rFonts w:ascii="Raleway" w:hAnsi="Raleway"/>
                        <w:b/>
                        <w:sz w:val="16"/>
                        <w:szCs w:val="16"/>
                        <w:lang w:val="en-US"/>
                      </w:rPr>
                      <w:t>62 598 52 70</w:t>
                    </w:r>
                    <w:r w:rsidRPr="00947085">
                      <w:rPr>
                        <w:rFonts w:ascii="Raleway" w:hAnsi="Raleway"/>
                        <w:sz w:val="16"/>
                        <w:szCs w:val="16"/>
                        <w:lang w:val="en-US"/>
                      </w:rPr>
                      <w:br/>
                    </w:r>
                    <w:r>
                      <w:rPr>
                        <w:rFonts w:ascii="Raleway" w:hAnsi="Raleway"/>
                        <w:sz w:val="16"/>
                        <w:szCs w:val="16"/>
                        <w:lang w:val="en-US"/>
                      </w:rPr>
                      <w:t>e</w:t>
                    </w:r>
                    <w:r w:rsidRPr="00947085">
                      <w:rPr>
                        <w:rFonts w:ascii="Raleway" w:hAnsi="Raleway"/>
                        <w:sz w:val="16"/>
                        <w:szCs w:val="16"/>
                        <w:lang w:val="en-US"/>
                      </w:rPr>
                      <w:t xml:space="preserve">-mail: </w:t>
                    </w:r>
                    <w:r w:rsidRPr="00947085">
                      <w:rPr>
                        <w:rFonts w:ascii="Raleway" w:hAnsi="Raleway"/>
                        <w:b/>
                        <w:sz w:val="16"/>
                        <w:szCs w:val="16"/>
                        <w:lang w:val="en-US"/>
                      </w:rPr>
                      <w:t>zarzad@ouid.pl</w:t>
                    </w:r>
                  </w:p>
                </w:txbxContent>
              </v:textbox>
            </v:shape>
          </w:pict>
        </mc:Fallback>
      </mc:AlternateContent>
    </w:r>
    <w:r>
      <w:rPr>
        <w:rFonts w:ascii="Raleway" w:hAnsi="Raleway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0016" behindDoc="0" locked="0" layoutInCell="1" allowOverlap="1" wp14:anchorId="72FFC273" wp14:editId="58D39C0E">
              <wp:simplePos x="0" y="0"/>
              <wp:positionH relativeFrom="column">
                <wp:posOffset>4599305</wp:posOffset>
              </wp:positionH>
              <wp:positionV relativeFrom="paragraph">
                <wp:posOffset>67310</wp:posOffset>
              </wp:positionV>
              <wp:extent cx="1507490" cy="477520"/>
              <wp:effectExtent l="0" t="0" r="0" b="0"/>
              <wp:wrapNone/>
              <wp:docPr id="14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490" cy="477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D1A20F" w14:textId="77777777" w:rsidR="000A1DD0" w:rsidRPr="003619C7" w:rsidRDefault="000A1DD0" w:rsidP="000A1DD0">
                          <w:pPr>
                            <w:rPr>
                              <w:b/>
                            </w:rPr>
                          </w:pPr>
                          <w:r w:rsidRPr="003619C7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</w:rPr>
                            <w:t>www.oswietlenie.kalisz.pl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FFC273" id="Text Box 46" o:spid="_x0000_s1028" type="#_x0000_t202" style="position:absolute;margin-left:362.15pt;margin-top:5.3pt;width:118.7pt;height:37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" stroked="f">
              <v:textbox>
                <w:txbxContent>
                  <w:p w14:paraId="2AD1A20F" w14:textId="77777777" w:rsidR="000A1DD0" w:rsidRPr="003619C7" w:rsidRDefault="000A1DD0" w:rsidP="000A1DD0">
                    <w:pPr>
                      <w:rPr>
                        <w:b/>
                      </w:rPr>
                    </w:pPr>
                    <w:r w:rsidRPr="003619C7">
                      <w:rPr>
                        <w:rFonts w:ascii="Raleway" w:hAnsi="Raleway"/>
                        <w:b/>
                        <w:sz w:val="16"/>
                        <w:szCs w:val="16"/>
                      </w:rPr>
                      <w:t>www.oswietlenie.kalisz.pl</w:t>
                    </w:r>
                  </w:p>
                </w:txbxContent>
              </v:textbox>
            </v:shape>
          </w:pict>
        </mc:Fallback>
      </mc:AlternateContent>
    </w:r>
  </w:p>
  <w:p w14:paraId="52CFDFFE" w14:textId="77777777" w:rsidR="000A1DD0" w:rsidRPr="008B70BD" w:rsidRDefault="000A1DD0" w:rsidP="000A1DD0">
    <w:pPr>
      <w:pStyle w:val="Stopka"/>
      <w:rPr>
        <w:sz w:val="12"/>
        <w:szCs w:val="12"/>
      </w:rPr>
    </w:pPr>
    <w:r w:rsidRPr="003619C7">
      <w:rPr>
        <w:rFonts w:ascii="Raleway" w:hAnsi="Raleway"/>
        <w:b/>
        <w:sz w:val="16"/>
        <w:szCs w:val="16"/>
      </w:rPr>
      <w:t xml:space="preserve">OŚWIETLENIE </w:t>
    </w:r>
    <w:r w:rsidRPr="003619C7">
      <w:rPr>
        <w:rFonts w:ascii="Raleway" w:hAnsi="Raleway"/>
        <w:b/>
        <w:sz w:val="16"/>
        <w:szCs w:val="16"/>
      </w:rPr>
      <w:br/>
      <w:t>ULICZNE</w:t>
    </w:r>
    <w:r>
      <w:rPr>
        <w:rFonts w:ascii="Raleway" w:hAnsi="Raleway"/>
        <w:b/>
        <w:sz w:val="16"/>
        <w:szCs w:val="16"/>
      </w:rPr>
      <w:t xml:space="preserve"> </w:t>
    </w:r>
    <w:r w:rsidRPr="003619C7">
      <w:rPr>
        <w:rFonts w:ascii="Raleway" w:hAnsi="Raleway"/>
        <w:b/>
        <w:sz w:val="16"/>
        <w:szCs w:val="16"/>
      </w:rPr>
      <w:t>I DROGOWE SP. Z O.O.</w:t>
    </w:r>
    <w:r w:rsidRPr="003619C7">
      <w:rPr>
        <w:rFonts w:ascii="Raleway" w:hAnsi="Raleway"/>
        <w:sz w:val="16"/>
        <w:szCs w:val="16"/>
      </w:rPr>
      <w:br/>
      <w:t>ul. Wrocławska 71A, 62-800 Kalisz</w:t>
    </w:r>
    <w:r w:rsidRPr="003619C7">
      <w:rPr>
        <w:rFonts w:ascii="Raleway" w:hAnsi="Raleway"/>
        <w:sz w:val="16"/>
        <w:szCs w:val="16"/>
      </w:rPr>
      <w:ptab w:relativeTo="margin" w:alignment="center" w:leader="none"/>
    </w:r>
    <w: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EEBF2" w14:textId="77777777" w:rsidR="005E02C5" w:rsidRPr="0082787C" w:rsidRDefault="005E02C5" w:rsidP="005E02C5">
    <w:pPr>
      <w:pStyle w:val="Stopka"/>
      <w:rPr>
        <w:rFonts w:ascii="Raleway" w:hAnsi="Raleway"/>
        <w:sz w:val="14"/>
        <w:szCs w:val="14"/>
      </w:rPr>
    </w:pPr>
    <w:r w:rsidRPr="0082787C">
      <w:rPr>
        <w:rFonts w:ascii="Raleway" w:hAnsi="Raleway"/>
        <w:sz w:val="14"/>
        <w:szCs w:val="14"/>
      </w:rPr>
      <w:t>Prezes Zarządu: Maciej Witczak</w:t>
    </w:r>
  </w:p>
  <w:p w14:paraId="268E9F5F" w14:textId="77777777" w:rsidR="005E02C5" w:rsidRPr="0082787C" w:rsidRDefault="005E02C5" w:rsidP="005E02C5">
    <w:pPr>
      <w:pStyle w:val="Stopka"/>
      <w:rPr>
        <w:rFonts w:ascii="Raleway" w:hAnsi="Raleway"/>
        <w:sz w:val="14"/>
        <w:szCs w:val="14"/>
      </w:rPr>
    </w:pPr>
    <w:r w:rsidRPr="0082787C">
      <w:rPr>
        <w:rFonts w:ascii="Raleway" w:hAnsi="Raleway"/>
        <w:sz w:val="14"/>
        <w:szCs w:val="14"/>
      </w:rPr>
      <w:t xml:space="preserve">Sąd Rejonowy w Poznaniu KRS 0000081004 REGON: 250680024 Kapitał zakładowy : </w:t>
    </w:r>
    <w:r w:rsidR="005A1C08">
      <w:rPr>
        <w:rFonts w:ascii="Raleway" w:hAnsi="Raleway"/>
        <w:sz w:val="14"/>
        <w:szCs w:val="14"/>
      </w:rPr>
      <w:t>67</w:t>
    </w:r>
    <w:r w:rsidRPr="0082787C">
      <w:rPr>
        <w:rFonts w:ascii="Raleway" w:hAnsi="Raleway"/>
        <w:sz w:val="14"/>
        <w:szCs w:val="14"/>
      </w:rPr>
      <w:t>.3</w:t>
    </w:r>
    <w:r w:rsidR="005A1C08">
      <w:rPr>
        <w:rFonts w:ascii="Raleway" w:hAnsi="Raleway"/>
        <w:sz w:val="14"/>
        <w:szCs w:val="14"/>
      </w:rPr>
      <w:t>08</w:t>
    </w:r>
    <w:r w:rsidRPr="0082787C">
      <w:rPr>
        <w:rFonts w:ascii="Raleway" w:hAnsi="Raleway"/>
        <w:sz w:val="14"/>
        <w:szCs w:val="14"/>
      </w:rPr>
      <w:t xml:space="preserve">.000 zł NIP : 618-16-07-268 </w:t>
    </w:r>
  </w:p>
  <w:p w14:paraId="4884CE1C" w14:textId="77777777" w:rsidR="005E02C5" w:rsidRPr="00690E9F" w:rsidRDefault="005E02C5" w:rsidP="00690E9F">
    <w:pPr>
      <w:pStyle w:val="Stopka"/>
      <w:spacing w:after="120"/>
      <w:rPr>
        <w:rFonts w:ascii="Raleway" w:hAnsi="Raleway"/>
        <w:sz w:val="14"/>
        <w:szCs w:val="14"/>
      </w:rPr>
    </w:pPr>
    <w:r w:rsidRPr="0082787C">
      <w:rPr>
        <w:rFonts w:ascii="Raleway" w:hAnsi="Raleway"/>
        <w:sz w:val="14"/>
        <w:szCs w:val="14"/>
      </w:rPr>
      <w:t xml:space="preserve">Konta bankowe </w:t>
    </w:r>
    <w:r w:rsidR="00D86EB6">
      <w:rPr>
        <w:rFonts w:ascii="Raleway" w:hAnsi="Raleway"/>
        <w:sz w:val="14"/>
        <w:szCs w:val="14"/>
      </w:rPr>
      <w:t xml:space="preserve">Santander Bank Polska </w:t>
    </w:r>
    <w:r w:rsidRPr="0082787C">
      <w:rPr>
        <w:rFonts w:ascii="Raleway" w:hAnsi="Raleway"/>
        <w:sz w:val="14"/>
        <w:szCs w:val="14"/>
      </w:rPr>
      <w:t>SA</w:t>
    </w:r>
    <w:r w:rsidR="00D86EB6">
      <w:rPr>
        <w:rFonts w:ascii="Raleway" w:hAnsi="Raleway"/>
        <w:sz w:val="14"/>
        <w:szCs w:val="14"/>
      </w:rPr>
      <w:t>:</w:t>
    </w:r>
    <w:r w:rsidRPr="0082787C">
      <w:rPr>
        <w:rFonts w:ascii="Raleway" w:hAnsi="Raleway"/>
        <w:sz w:val="14"/>
        <w:szCs w:val="14"/>
      </w:rPr>
      <w:t xml:space="preserve"> 22 1910 1064 0004 8956 4121 0001</w:t>
    </w:r>
    <w:r w:rsidR="00D86EB6">
      <w:rPr>
        <w:rFonts w:ascii="Raleway" w:hAnsi="Raleway"/>
        <w:sz w:val="14"/>
        <w:szCs w:val="14"/>
      </w:rPr>
      <w:t xml:space="preserve">,  </w:t>
    </w:r>
    <w:r w:rsidRPr="0082787C">
      <w:rPr>
        <w:rFonts w:ascii="Raleway" w:hAnsi="Raleway"/>
        <w:sz w:val="14"/>
        <w:szCs w:val="14"/>
      </w:rPr>
      <w:t>Bank Pekao SA I O/Kalisz</w:t>
    </w:r>
    <w:r w:rsidR="00D86EB6">
      <w:rPr>
        <w:rFonts w:ascii="Raleway" w:hAnsi="Raleway"/>
        <w:sz w:val="14"/>
        <w:szCs w:val="14"/>
      </w:rPr>
      <w:t>:</w:t>
    </w:r>
    <w:r w:rsidRPr="0082787C">
      <w:rPr>
        <w:rFonts w:ascii="Raleway" w:hAnsi="Raleway"/>
        <w:sz w:val="14"/>
        <w:szCs w:val="14"/>
      </w:rPr>
      <w:t xml:space="preserve"> 74124029461111000028733740</w:t>
    </w:r>
  </w:p>
  <w:p w14:paraId="29E3F6C5" w14:textId="77777777" w:rsidR="005E02C5" w:rsidRDefault="00690E9F" w:rsidP="005E02C5">
    <w:pPr>
      <w:pStyle w:val="Stopka"/>
      <w:rPr>
        <w:rFonts w:ascii="Raleway" w:hAnsi="Raleway"/>
        <w:b/>
        <w:sz w:val="16"/>
        <w:szCs w:val="16"/>
      </w:rPr>
    </w:pPr>
    <w:r>
      <w:rPr>
        <w:rFonts w:ascii="Raleway" w:hAnsi="Raleway"/>
        <w:b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52BAAE7" wp14:editId="27485316">
              <wp:simplePos x="0" y="0"/>
              <wp:positionH relativeFrom="column">
                <wp:posOffset>4692650</wp:posOffset>
              </wp:positionH>
              <wp:positionV relativeFrom="paragraph">
                <wp:posOffset>41279</wp:posOffset>
              </wp:positionV>
              <wp:extent cx="239395" cy="0"/>
              <wp:effectExtent l="14605" t="17780" r="12700" b="20320"/>
              <wp:wrapNone/>
              <wp:docPr id="4" name="AutoShap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939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EFA95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7" o:spid="_x0000_s1026" type="#_x0000_t32" style="position:absolute;margin-left:369.5pt;margin-top:3.25pt;width:18.8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" strokecolor="#f3ed1b" strokeweight="2pt"/>
          </w:pict>
        </mc:Fallback>
      </mc:AlternateContent>
    </w:r>
    <w:r>
      <w:rPr>
        <w:rFonts w:ascii="Raleway" w:hAnsi="Raleway"/>
        <w:b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1CA82D83" wp14:editId="7AE6CF1B">
              <wp:simplePos x="0" y="0"/>
              <wp:positionH relativeFrom="column">
                <wp:posOffset>2553970</wp:posOffset>
              </wp:positionH>
              <wp:positionV relativeFrom="paragraph">
                <wp:posOffset>35560</wp:posOffset>
              </wp:positionV>
              <wp:extent cx="239395" cy="0"/>
              <wp:effectExtent l="16510" t="17780" r="20320" b="20320"/>
              <wp:wrapNone/>
              <wp:docPr id="5" name="AutoShap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939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4095D83" id="AutoShape 45" o:spid="_x0000_s1026" type="#_x0000_t32" style="position:absolute;margin-left:201.1pt;margin-top:2.8pt;width:18.8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" strokecolor="#f3ed1b" strokeweight="2pt"/>
          </w:pict>
        </mc:Fallback>
      </mc:AlternateContent>
    </w:r>
    <w:r>
      <w:rPr>
        <w:rFonts w:ascii="Raleway" w:hAnsi="Raleway"/>
        <w:b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03A43AD2" wp14:editId="4E712F14">
              <wp:simplePos x="0" y="0"/>
              <wp:positionH relativeFrom="column">
                <wp:posOffset>11430</wp:posOffset>
              </wp:positionH>
              <wp:positionV relativeFrom="paragraph">
                <wp:posOffset>35669</wp:posOffset>
              </wp:positionV>
              <wp:extent cx="239395" cy="0"/>
              <wp:effectExtent l="19050" t="17780" r="17780" b="20320"/>
              <wp:wrapNone/>
              <wp:docPr id="6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939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E1F4830" id="AutoShape 43" o:spid="_x0000_s1026" type="#_x0000_t32" style="position:absolute;margin-left:.9pt;margin-top:2.8pt;width:18.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" strokecolor="#f3ed1b" strokeweight="2pt"/>
          </w:pict>
        </mc:Fallback>
      </mc:AlternateContent>
    </w:r>
    <w:r>
      <w:rPr>
        <w:rFonts w:ascii="Raleway" w:hAnsi="Raleway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727F339" wp14:editId="02AAAD33">
              <wp:simplePos x="0" y="0"/>
              <wp:positionH relativeFrom="column">
                <wp:posOffset>2447516</wp:posOffset>
              </wp:positionH>
              <wp:positionV relativeFrom="paragraph">
                <wp:posOffset>72390</wp:posOffset>
              </wp:positionV>
              <wp:extent cx="1308100" cy="477520"/>
              <wp:effectExtent l="2540" t="0" r="3810" b="1905"/>
              <wp:wrapNone/>
              <wp:docPr id="3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0" cy="477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E9273B" w14:textId="77777777" w:rsidR="005E02C5" w:rsidRPr="003619C7" w:rsidRDefault="005E02C5" w:rsidP="005E02C5">
                          <w:pPr>
                            <w:rPr>
                              <w:rFonts w:ascii="Raleway" w:hAnsi="Raleway"/>
                              <w:sz w:val="16"/>
                              <w:szCs w:val="16"/>
                            </w:rPr>
                          </w:pPr>
                          <w:r w:rsidRPr="003619C7">
                            <w:rPr>
                              <w:rFonts w:ascii="Raleway" w:hAnsi="Raleway"/>
                              <w:sz w:val="16"/>
                              <w:szCs w:val="16"/>
                            </w:rPr>
                            <w:t xml:space="preserve">Tel. </w:t>
                          </w:r>
                          <w:r w:rsidRPr="003619C7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</w:rPr>
                            <w:t>62 598 52 70</w:t>
                          </w:r>
                          <w:r>
                            <w:rPr>
                              <w:rFonts w:ascii="Raleway" w:hAnsi="Raleway"/>
                              <w:sz w:val="16"/>
                              <w:szCs w:val="16"/>
                            </w:rPr>
                            <w:br/>
                          </w:r>
                          <w:r w:rsidRPr="003619C7">
                            <w:rPr>
                              <w:rFonts w:ascii="Raleway" w:hAnsi="Raleway"/>
                              <w:sz w:val="16"/>
                              <w:szCs w:val="16"/>
                            </w:rPr>
                            <w:t xml:space="preserve">Fax </w:t>
                          </w:r>
                          <w:r w:rsidRPr="003619C7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</w:rPr>
                            <w:t>62 598 52 74</w:t>
                          </w:r>
                          <w:r>
                            <w:rPr>
                              <w:rFonts w:ascii="Raleway" w:hAnsi="Raleway"/>
                              <w:sz w:val="16"/>
                              <w:szCs w:val="16"/>
                            </w:rPr>
                            <w:br/>
                          </w:r>
                          <w:r w:rsidRPr="003619C7">
                            <w:rPr>
                              <w:rFonts w:ascii="Raleway" w:hAnsi="Raleway"/>
                              <w:sz w:val="16"/>
                              <w:szCs w:val="16"/>
                            </w:rPr>
                            <w:t xml:space="preserve">E-mail: </w:t>
                          </w:r>
                          <w:r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</w:rPr>
                            <w:t>zarzad@ouid.pl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7F339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92.7pt;margin-top:5.7pt;width:103pt;height:37.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" stroked="f">
              <v:textbox>
                <w:txbxContent>
                  <w:p w14:paraId="69E9273B" w14:textId="77777777" w:rsidR="005E02C5" w:rsidRPr="003619C7" w:rsidRDefault="005E02C5" w:rsidP="005E02C5">
                    <w:pPr>
                      <w:rPr>
                        <w:rFonts w:ascii="Raleway" w:hAnsi="Raleway"/>
                        <w:sz w:val="16"/>
                        <w:szCs w:val="16"/>
                      </w:rPr>
                    </w:pPr>
                    <w:r w:rsidRPr="003619C7">
                      <w:rPr>
                        <w:rFonts w:ascii="Raleway" w:hAnsi="Raleway"/>
                        <w:sz w:val="16"/>
                        <w:szCs w:val="16"/>
                      </w:rPr>
                      <w:t xml:space="preserve">Tel. </w:t>
                    </w:r>
                    <w:r w:rsidRPr="003619C7">
                      <w:rPr>
                        <w:rFonts w:ascii="Raleway" w:hAnsi="Raleway"/>
                        <w:b/>
                        <w:sz w:val="16"/>
                        <w:szCs w:val="16"/>
                      </w:rPr>
                      <w:t>62 598 52 70</w:t>
                    </w:r>
                    <w:r>
                      <w:rPr>
                        <w:rFonts w:ascii="Raleway" w:hAnsi="Raleway"/>
                        <w:sz w:val="16"/>
                        <w:szCs w:val="16"/>
                      </w:rPr>
                      <w:br/>
                    </w:r>
                    <w:r w:rsidRPr="003619C7">
                      <w:rPr>
                        <w:rFonts w:ascii="Raleway" w:hAnsi="Raleway"/>
                        <w:sz w:val="16"/>
                        <w:szCs w:val="16"/>
                      </w:rPr>
                      <w:t xml:space="preserve">Fax </w:t>
                    </w:r>
                    <w:r w:rsidRPr="003619C7">
                      <w:rPr>
                        <w:rFonts w:ascii="Raleway" w:hAnsi="Raleway"/>
                        <w:b/>
                        <w:sz w:val="16"/>
                        <w:szCs w:val="16"/>
                      </w:rPr>
                      <w:t>62 598 52 74</w:t>
                    </w:r>
                    <w:r>
                      <w:rPr>
                        <w:rFonts w:ascii="Raleway" w:hAnsi="Raleway"/>
                        <w:sz w:val="16"/>
                        <w:szCs w:val="16"/>
                      </w:rPr>
                      <w:br/>
                    </w:r>
                    <w:r w:rsidRPr="003619C7">
                      <w:rPr>
                        <w:rFonts w:ascii="Raleway" w:hAnsi="Raleway"/>
                        <w:sz w:val="16"/>
                        <w:szCs w:val="16"/>
                      </w:rPr>
                      <w:t xml:space="preserve">E-mail: </w:t>
                    </w:r>
                    <w:r>
                      <w:rPr>
                        <w:rFonts w:ascii="Raleway" w:hAnsi="Raleway"/>
                        <w:b/>
                        <w:sz w:val="16"/>
                        <w:szCs w:val="16"/>
                      </w:rPr>
                      <w:t>zarzad@ouid.pl</w:t>
                    </w:r>
                  </w:p>
                </w:txbxContent>
              </v:textbox>
            </v:shape>
          </w:pict>
        </mc:Fallback>
      </mc:AlternateContent>
    </w:r>
    <w:r>
      <w:rPr>
        <w:rFonts w:ascii="Raleway" w:hAnsi="Raleway"/>
        <w:b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68C328AF" wp14:editId="21FCB365">
              <wp:simplePos x="0" y="0"/>
              <wp:positionH relativeFrom="column">
                <wp:posOffset>4598998</wp:posOffset>
              </wp:positionH>
              <wp:positionV relativeFrom="paragraph">
                <wp:posOffset>67310</wp:posOffset>
              </wp:positionV>
              <wp:extent cx="1507490" cy="477520"/>
              <wp:effectExtent l="0" t="0" r="1905" b="1905"/>
              <wp:wrapNone/>
              <wp:docPr id="2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490" cy="477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A30963" w14:textId="77777777" w:rsidR="005E02C5" w:rsidRPr="003619C7" w:rsidRDefault="005E02C5" w:rsidP="005E02C5">
                          <w:pPr>
                            <w:rPr>
                              <w:b/>
                            </w:rPr>
                          </w:pPr>
                          <w:r w:rsidRPr="003619C7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</w:rPr>
                            <w:t>www.oswietlenie.kalisz.pl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8C328AF" id="_x0000_s1030" type="#_x0000_t202" style="position:absolute;margin-left:362.15pt;margin-top:5.3pt;width:118.7pt;height:37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" stroked="f">
              <v:textbox>
                <w:txbxContent>
                  <w:p w14:paraId="0EA30963" w14:textId="77777777" w:rsidR="005E02C5" w:rsidRPr="003619C7" w:rsidRDefault="005E02C5" w:rsidP="005E02C5">
                    <w:pPr>
                      <w:rPr>
                        <w:b/>
                      </w:rPr>
                    </w:pPr>
                    <w:r w:rsidRPr="003619C7">
                      <w:rPr>
                        <w:rFonts w:ascii="Raleway" w:hAnsi="Raleway"/>
                        <w:b/>
                        <w:sz w:val="16"/>
                        <w:szCs w:val="16"/>
                      </w:rPr>
                      <w:t>www.oswietlenie.kalisz.pl</w:t>
                    </w:r>
                  </w:p>
                </w:txbxContent>
              </v:textbox>
            </v:shape>
          </w:pict>
        </mc:Fallback>
      </mc:AlternateContent>
    </w:r>
  </w:p>
  <w:p w14:paraId="297E9AF1" w14:textId="77777777" w:rsidR="00B022A2" w:rsidRPr="00690E9F" w:rsidRDefault="005E02C5">
    <w:pPr>
      <w:pStyle w:val="Stopka"/>
      <w:rPr>
        <w:sz w:val="12"/>
        <w:szCs w:val="12"/>
      </w:rPr>
    </w:pPr>
    <w:r w:rsidRPr="003619C7">
      <w:rPr>
        <w:rFonts w:ascii="Raleway" w:hAnsi="Raleway"/>
        <w:b/>
        <w:sz w:val="16"/>
        <w:szCs w:val="16"/>
      </w:rPr>
      <w:t xml:space="preserve">OŚWIETLENIE </w:t>
    </w:r>
    <w:r w:rsidRPr="003619C7">
      <w:rPr>
        <w:rFonts w:ascii="Raleway" w:hAnsi="Raleway"/>
        <w:b/>
        <w:sz w:val="16"/>
        <w:szCs w:val="16"/>
      </w:rPr>
      <w:br/>
      <w:t>ULICZNE I DROGOWE SP. Z O.O.</w:t>
    </w:r>
    <w:r w:rsidRPr="003619C7">
      <w:rPr>
        <w:rFonts w:ascii="Raleway" w:hAnsi="Raleway"/>
        <w:sz w:val="16"/>
        <w:szCs w:val="16"/>
      </w:rPr>
      <w:br/>
      <w:t>ul. Wrocławska 71A, 62-800 Kalisz</w:t>
    </w:r>
    <w:r w:rsidRPr="003619C7">
      <w:rPr>
        <w:rFonts w:ascii="Raleway" w:hAnsi="Raleway"/>
        <w:sz w:val="16"/>
        <w:szCs w:val="16"/>
      </w:rP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5BE20" w14:textId="77777777" w:rsidR="00C63AA8" w:rsidRDefault="00C63AA8" w:rsidP="00CE5965">
      <w:pPr>
        <w:spacing w:after="0" w:line="240" w:lineRule="auto"/>
      </w:pPr>
      <w:r>
        <w:separator/>
      </w:r>
    </w:p>
  </w:footnote>
  <w:footnote w:type="continuationSeparator" w:id="0">
    <w:p w14:paraId="5E14A3D5" w14:textId="77777777" w:rsidR="00C63AA8" w:rsidRDefault="00C63AA8" w:rsidP="00CE5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E0B06" w14:textId="77777777" w:rsidR="00CE5965" w:rsidRDefault="001B4566">
    <w:pPr>
      <w:pStyle w:val="Nagwek"/>
    </w:pPr>
    <w:r>
      <w:rPr>
        <w:noProof/>
        <w:lang w:eastAsia="pl-PL"/>
      </w:rPr>
      <w:pict w14:anchorId="393811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748897" o:spid="_x0000_s2080" type="#_x0000_t75" style="position:absolute;margin-left:0;margin-top:0;width:595.2pt;height:841.9pt;z-index:-251651584;mso-position-horizontal:center;mso-position-horizontal-relative:margin;mso-position-vertical:center;mso-position-vertical-relative:margin" o:allowincell="f">
          <v:imagedata r:id="rId1" o:title="papier_firmowy_09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7916" w14:textId="77777777" w:rsidR="00D92C0A" w:rsidRDefault="00D92C0A" w:rsidP="00D92C0A">
    <w:pPr>
      <w:pStyle w:val="Nagwek"/>
      <w:ind w:left="9204" w:hanging="9204"/>
    </w:pPr>
    <w:r>
      <w:rPr>
        <w:noProof/>
        <w:lang w:eastAsia="pl-PL"/>
      </w:rPr>
      <w:drawing>
        <wp:anchor distT="0" distB="0" distL="114300" distR="114300" simplePos="0" relativeHeight="251663872" behindDoc="0" locked="0" layoutInCell="1" allowOverlap="1" wp14:anchorId="3701AABD" wp14:editId="55FFDF36">
          <wp:simplePos x="0" y="0"/>
          <wp:positionH relativeFrom="margin">
            <wp:posOffset>9533</wp:posOffset>
          </wp:positionH>
          <wp:positionV relativeFrom="paragraph">
            <wp:posOffset>27636</wp:posOffset>
          </wp:positionV>
          <wp:extent cx="1052737" cy="516103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737" cy="5161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8629BF" w14:textId="77777777" w:rsidR="00D92C0A" w:rsidRDefault="00D92C0A" w:rsidP="00D92C0A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848" behindDoc="0" locked="0" layoutInCell="1" allowOverlap="0" wp14:anchorId="5423108E" wp14:editId="603EEDAD">
              <wp:simplePos x="0" y="0"/>
              <wp:positionH relativeFrom="column">
                <wp:posOffset>-1905</wp:posOffset>
              </wp:positionH>
              <wp:positionV relativeFrom="page">
                <wp:posOffset>740410</wp:posOffset>
              </wp:positionV>
              <wp:extent cx="5940000" cy="0"/>
              <wp:effectExtent l="0" t="0" r="0" b="0"/>
              <wp:wrapNone/>
              <wp:docPr id="21" name="AutoShape 4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 noChangeShapeType="1"/>
                    </wps:cNvCnPr>
                    <wps:spPr bwMode="auto">
                      <a:xfrm>
                        <a:off x="0" y="0"/>
                        <a:ext cx="594000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9904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2" o:spid="_x0000_s1026" type="#_x0000_t32" style="position:absolute;margin-left:-.15pt;margin-top:58.3pt;width:467.7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" o:allowoverlap="f" strokecolor="#f3ed1b" strokeweight="2pt">
              <o:lock v:ext="edit" aspectratio="t"/>
              <w10:wrap anchory="page"/>
            </v:shape>
          </w:pict>
        </mc:Fallback>
      </mc:AlternateContent>
    </w:r>
  </w:p>
  <w:p w14:paraId="79FC3550" w14:textId="77777777" w:rsidR="00D92C0A" w:rsidRDefault="00D92C0A" w:rsidP="00D92C0A">
    <w:pPr>
      <w:pStyle w:val="Nagwek"/>
    </w:pPr>
  </w:p>
  <w:p w14:paraId="5B962F5A" w14:textId="77777777" w:rsidR="00D92C0A" w:rsidRDefault="00D92C0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51550" w14:textId="77777777" w:rsidR="005E02C5" w:rsidRDefault="00690E9F" w:rsidP="005E02C5">
    <w:pPr>
      <w:pStyle w:val="Nagwek"/>
      <w:ind w:left="9204" w:hanging="9204"/>
    </w:pPr>
    <w:r>
      <w:rPr>
        <w:noProof/>
        <w:lang w:eastAsia="pl-PL"/>
      </w:rPr>
      <w:drawing>
        <wp:anchor distT="0" distB="0" distL="114300" distR="114300" simplePos="0" relativeHeight="251651584" behindDoc="0" locked="0" layoutInCell="1" allowOverlap="1" wp14:anchorId="5489FD63" wp14:editId="4CCAA5D7">
          <wp:simplePos x="0" y="0"/>
          <wp:positionH relativeFrom="margin">
            <wp:posOffset>9533</wp:posOffset>
          </wp:positionH>
          <wp:positionV relativeFrom="paragraph">
            <wp:posOffset>27636</wp:posOffset>
          </wp:positionV>
          <wp:extent cx="1052737" cy="516103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737" cy="51610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CF797A" w14:textId="77777777" w:rsidR="00CE5965" w:rsidRDefault="00690E9F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560" behindDoc="0" locked="0" layoutInCell="1" allowOverlap="0" wp14:anchorId="15491202" wp14:editId="2F449598">
              <wp:simplePos x="0" y="0"/>
              <wp:positionH relativeFrom="column">
                <wp:posOffset>-1905</wp:posOffset>
              </wp:positionH>
              <wp:positionV relativeFrom="page">
                <wp:posOffset>740410</wp:posOffset>
              </wp:positionV>
              <wp:extent cx="5940000" cy="0"/>
              <wp:effectExtent l="0" t="0" r="0" b="0"/>
              <wp:wrapNone/>
              <wp:docPr id="7" name="AutoShape 4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 noChangeShapeType="1"/>
                    </wps:cNvCnPr>
                    <wps:spPr bwMode="auto">
                      <a:xfrm>
                        <a:off x="0" y="0"/>
                        <a:ext cx="594000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F619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2" o:spid="_x0000_s1026" type="#_x0000_t32" style="position:absolute;margin-left:-.15pt;margin-top:58.3pt;width:467.7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" o:allowoverlap="f" strokecolor="#f3ed1b" strokeweight="2pt">
              <o:lock v:ext="edit" aspectratio="t"/>
              <w10:wrap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81">
      <o:colormru v:ext="edit" colors="#f3ed1b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2C5"/>
    <w:rsid w:val="000A1DD0"/>
    <w:rsid w:val="000E3183"/>
    <w:rsid w:val="000F0038"/>
    <w:rsid w:val="00117E59"/>
    <w:rsid w:val="0013073A"/>
    <w:rsid w:val="00167733"/>
    <w:rsid w:val="00170BDE"/>
    <w:rsid w:val="00192CF4"/>
    <w:rsid w:val="001B4566"/>
    <w:rsid w:val="001C5838"/>
    <w:rsid w:val="001E4217"/>
    <w:rsid w:val="00241211"/>
    <w:rsid w:val="00261FF6"/>
    <w:rsid w:val="002A38A3"/>
    <w:rsid w:val="002B7FA2"/>
    <w:rsid w:val="002F37BC"/>
    <w:rsid w:val="003619C7"/>
    <w:rsid w:val="003644E3"/>
    <w:rsid w:val="003B2CCD"/>
    <w:rsid w:val="003D742E"/>
    <w:rsid w:val="004F28C6"/>
    <w:rsid w:val="004F78F8"/>
    <w:rsid w:val="00567C60"/>
    <w:rsid w:val="0057567C"/>
    <w:rsid w:val="0058671A"/>
    <w:rsid w:val="00595614"/>
    <w:rsid w:val="005A1C08"/>
    <w:rsid w:val="005E02C5"/>
    <w:rsid w:val="00643840"/>
    <w:rsid w:val="00650F8B"/>
    <w:rsid w:val="00690E9F"/>
    <w:rsid w:val="00692F95"/>
    <w:rsid w:val="006A34DB"/>
    <w:rsid w:val="006A4A1C"/>
    <w:rsid w:val="006A7CC4"/>
    <w:rsid w:val="007055A9"/>
    <w:rsid w:val="00751EBD"/>
    <w:rsid w:val="00767FA6"/>
    <w:rsid w:val="007C6DF1"/>
    <w:rsid w:val="007E7452"/>
    <w:rsid w:val="007F4898"/>
    <w:rsid w:val="00806F5D"/>
    <w:rsid w:val="0082787C"/>
    <w:rsid w:val="00832864"/>
    <w:rsid w:val="00853C03"/>
    <w:rsid w:val="0088592D"/>
    <w:rsid w:val="008A7E4B"/>
    <w:rsid w:val="008C0DB0"/>
    <w:rsid w:val="008C0E43"/>
    <w:rsid w:val="008C6FD8"/>
    <w:rsid w:val="008F0AC4"/>
    <w:rsid w:val="00927C8A"/>
    <w:rsid w:val="00931285"/>
    <w:rsid w:val="00936E26"/>
    <w:rsid w:val="009452A0"/>
    <w:rsid w:val="00953255"/>
    <w:rsid w:val="009949AE"/>
    <w:rsid w:val="009B33A1"/>
    <w:rsid w:val="009D2008"/>
    <w:rsid w:val="009D2206"/>
    <w:rsid w:val="00A64CFC"/>
    <w:rsid w:val="00AA687C"/>
    <w:rsid w:val="00AE6A52"/>
    <w:rsid w:val="00AF6057"/>
    <w:rsid w:val="00B022A2"/>
    <w:rsid w:val="00BA69A6"/>
    <w:rsid w:val="00BB7D62"/>
    <w:rsid w:val="00BC71BC"/>
    <w:rsid w:val="00BD23EE"/>
    <w:rsid w:val="00BF662C"/>
    <w:rsid w:val="00C2255E"/>
    <w:rsid w:val="00C32D28"/>
    <w:rsid w:val="00C63AA8"/>
    <w:rsid w:val="00C925AE"/>
    <w:rsid w:val="00C93123"/>
    <w:rsid w:val="00CD7716"/>
    <w:rsid w:val="00CE5965"/>
    <w:rsid w:val="00D86DA9"/>
    <w:rsid w:val="00D86EB6"/>
    <w:rsid w:val="00D92C0A"/>
    <w:rsid w:val="00E353C0"/>
    <w:rsid w:val="00E46245"/>
    <w:rsid w:val="00E6699D"/>
    <w:rsid w:val="00E74716"/>
    <w:rsid w:val="00E86AC7"/>
    <w:rsid w:val="00EC7F55"/>
    <w:rsid w:val="00F00963"/>
    <w:rsid w:val="00F56A0A"/>
    <w:rsid w:val="00F97D05"/>
    <w:rsid w:val="00FA64F8"/>
    <w:rsid w:val="00FD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>
      <o:colormru v:ext="edit" colors="#f3ed1b"/>
    </o:shapedefaults>
    <o:shapelayout v:ext="edit">
      <o:idmap v:ext="edit" data="1"/>
    </o:shapelayout>
  </w:shapeDefaults>
  <w:decimalSymbol w:val=","/>
  <w:listSeparator w:val=";"/>
  <w14:docId w14:val="6B6317FD"/>
  <w15:docId w15:val="{7E67137B-F517-49DE-8CE4-6DC19B10B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0E4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E5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965"/>
  </w:style>
  <w:style w:type="paragraph" w:styleId="Stopka">
    <w:name w:val="footer"/>
    <w:basedOn w:val="Normalny"/>
    <w:link w:val="StopkaZnak"/>
    <w:uiPriority w:val="99"/>
    <w:unhideWhenUsed/>
    <w:rsid w:val="00CE59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965"/>
  </w:style>
  <w:style w:type="paragraph" w:styleId="Tekstdymka">
    <w:name w:val="Balloon Text"/>
    <w:basedOn w:val="Normalny"/>
    <w:link w:val="TekstdymkaZnak"/>
    <w:uiPriority w:val="99"/>
    <w:semiHidden/>
    <w:unhideWhenUsed/>
    <w:rsid w:val="00AA6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87C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link w:val="BezodstpwZnak"/>
    <w:uiPriority w:val="1"/>
    <w:qFormat/>
    <w:rsid w:val="005E02C5"/>
    <w:rPr>
      <w:rFonts w:asciiTheme="minorHAnsi" w:eastAsiaTheme="minorEastAsia" w:hAnsiTheme="minorHAnsi" w:cstheme="minorBidi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rsid w:val="005E02C5"/>
    <w:rPr>
      <w:rFonts w:asciiTheme="minorHAnsi" w:eastAsiaTheme="minorEastAsia" w:hAnsiTheme="minorHAnsi" w:cstheme="minorBid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7055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ouid\papier_firmowy%20bez%20UE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4651D-0CAF-4A5B-9110-7DC13F0E8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 bez UE_kolor</Template>
  <TotalTime>54</TotalTime>
  <Pages>1</Pages>
  <Words>66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MEDIA ESSENCE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Grzegorz Wierny</cp:lastModifiedBy>
  <cp:revision>19</cp:revision>
  <cp:lastPrinted>2022-03-14T14:28:00Z</cp:lastPrinted>
  <dcterms:created xsi:type="dcterms:W3CDTF">2021-10-12T06:42:00Z</dcterms:created>
  <dcterms:modified xsi:type="dcterms:W3CDTF">2022-03-14T20:15:00Z</dcterms:modified>
</cp:coreProperties>
</file>